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1A704F" w:rsidRPr="003348A8" w:rsidRDefault="001A704F" w:rsidP="001A704F">
      <w:pPr>
        <w:ind w:left="1695" w:hanging="1695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710A5">
        <w:rPr>
          <w:rFonts w:eastAsia="Calibri"/>
          <w:b/>
          <w:bCs/>
          <w:sz w:val="28"/>
          <w:szCs w:val="28"/>
          <w:lang w:eastAsia="ja-JP"/>
        </w:rPr>
        <w:tab/>
      </w:r>
      <w:r w:rsidR="005C7EFC" w:rsidRPr="005C7EFC">
        <w:rPr>
          <w:rFonts w:eastAsia="Times"/>
          <w:b/>
          <w:bCs/>
        </w:rPr>
        <w:t>Senior Mechanical Designer for Preparation of In-Vessel Assembly tender and contract mobilisation</w:t>
      </w:r>
    </w:p>
    <w:p w:rsidR="001A704F" w:rsidRDefault="001A704F" w:rsidP="001A704F">
      <w:pPr>
        <w:suppressAutoHyphens/>
        <w:ind w:left="270" w:right="-427" w:hanging="2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B7466" w:rsidRDefault="001A704F" w:rsidP="00611881">
      <w:pPr>
        <w:suppressAutoHyphens/>
        <w:ind w:right="-427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E710A5">
        <w:rPr>
          <w:b/>
          <w:sz w:val="28"/>
          <w:szCs w:val="28"/>
        </w:rPr>
        <w:tab/>
        <w:t xml:space="preserve"> </w:t>
      </w:r>
      <w:r w:rsidR="00611881" w:rsidRPr="00611881">
        <w:rPr>
          <w:b/>
          <w:sz w:val="28"/>
          <w:szCs w:val="28"/>
        </w:rPr>
        <w:t>IO/22/CFE/1002</w:t>
      </w:r>
      <w:r w:rsidR="005C7EFC">
        <w:rPr>
          <w:b/>
          <w:sz w:val="28"/>
          <w:szCs w:val="28"/>
        </w:rPr>
        <w:t>3281</w:t>
      </w:r>
      <w:r w:rsidR="00611881" w:rsidRPr="00611881">
        <w:rPr>
          <w:b/>
          <w:sz w:val="28"/>
          <w:szCs w:val="28"/>
        </w:rPr>
        <w:t>/ADC</w:t>
      </w:r>
    </w:p>
    <w:p w:rsidR="00611881" w:rsidRDefault="00611881" w:rsidP="00611881">
      <w:pPr>
        <w:suppressAutoHyphens/>
        <w:ind w:right="-427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2F7075">
        <w:t>May</w:t>
      </w:r>
      <w:r w:rsidR="00A567CF">
        <w:t xml:space="preserve"> 2022</w:t>
      </w:r>
      <w:r w:rsidR="003806D7">
        <w:t xml:space="preserve"> for </w:t>
      </w:r>
      <w:r w:rsidR="00611881">
        <w:t>10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  <w:bookmarkStart w:id="0" w:name="_GoBack"/>
      <w:bookmarkEnd w:id="0"/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507C61">
        <w:trPr>
          <w:trHeight w:val="841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507C61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507C61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507C61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507C61">
        <w:trPr>
          <w:trHeight w:val="924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507C61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A704F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C4926"/>
    <w:rsid w:val="002E0502"/>
    <w:rsid w:val="002F7075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87A4D"/>
    <w:rsid w:val="004903C7"/>
    <w:rsid w:val="004A54EF"/>
    <w:rsid w:val="004A675B"/>
    <w:rsid w:val="004D15C9"/>
    <w:rsid w:val="00506D28"/>
    <w:rsid w:val="00507C61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C7EFC"/>
    <w:rsid w:val="005E417B"/>
    <w:rsid w:val="005E77E0"/>
    <w:rsid w:val="005F1AFA"/>
    <w:rsid w:val="00603C6A"/>
    <w:rsid w:val="0060681F"/>
    <w:rsid w:val="00611881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0E3831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24</TotalTime>
  <Pages>1</Pages>
  <Words>210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Dubuc Aurelie</cp:lastModifiedBy>
  <cp:revision>26</cp:revision>
  <cp:lastPrinted>2012-04-10T09:52:00Z</cp:lastPrinted>
  <dcterms:created xsi:type="dcterms:W3CDTF">2020-10-26T07:52:00Z</dcterms:created>
  <dcterms:modified xsi:type="dcterms:W3CDTF">2022-03-17T13:08:00Z</dcterms:modified>
</cp:coreProperties>
</file>